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B0" w:rsidRDefault="004D44AC" w:rsidP="000858E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4D44AC">
        <w:rPr>
          <w:rFonts w:ascii="方正小标宋简体" w:eastAsia="方正小标宋简体" w:hint="eastAsia"/>
          <w:sz w:val="44"/>
          <w:szCs w:val="44"/>
        </w:rPr>
        <w:t>关</w:t>
      </w:r>
      <w:r>
        <w:rPr>
          <w:rFonts w:ascii="方正小标宋简体" w:eastAsia="方正小标宋简体" w:hint="eastAsia"/>
          <w:sz w:val="44"/>
          <w:szCs w:val="44"/>
        </w:rPr>
        <w:t>于</w:t>
      </w:r>
      <w:r w:rsidR="00F62020">
        <w:rPr>
          <w:rFonts w:ascii="方正小标宋简体" w:eastAsia="方正小标宋简体" w:hint="eastAsia"/>
          <w:sz w:val="44"/>
          <w:szCs w:val="44"/>
        </w:rPr>
        <w:t>转发《</w:t>
      </w:r>
      <w:r w:rsidR="00AA6DB0" w:rsidRPr="00AA6DB0">
        <w:rPr>
          <w:rFonts w:ascii="方正小标宋简体" w:eastAsia="方正小标宋简体" w:hint="eastAsia"/>
          <w:sz w:val="44"/>
          <w:szCs w:val="44"/>
        </w:rPr>
        <w:t>关于组织开展2023年享受税收</w:t>
      </w:r>
    </w:p>
    <w:p w:rsidR="00AA6DB0" w:rsidRDefault="00AA6DB0" w:rsidP="000858E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AA6DB0">
        <w:rPr>
          <w:rFonts w:ascii="方正小标宋简体" w:eastAsia="方正小标宋简体" w:hint="eastAsia"/>
          <w:sz w:val="44"/>
          <w:szCs w:val="44"/>
        </w:rPr>
        <w:t>优惠政策的集成电路企业或项目、软件企业</w:t>
      </w:r>
    </w:p>
    <w:p w:rsidR="00A00F47" w:rsidRDefault="00AA6DB0" w:rsidP="000858E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AA6DB0">
        <w:rPr>
          <w:rFonts w:ascii="方正小标宋简体" w:eastAsia="方正小标宋简体" w:hint="eastAsia"/>
          <w:sz w:val="44"/>
          <w:szCs w:val="44"/>
        </w:rPr>
        <w:t>清单申请工作的通知</w:t>
      </w:r>
      <w:r w:rsidR="00F62020">
        <w:rPr>
          <w:rFonts w:ascii="方正小标宋简体" w:eastAsia="方正小标宋简体" w:hint="eastAsia"/>
          <w:sz w:val="44"/>
          <w:szCs w:val="44"/>
        </w:rPr>
        <w:t>》的通知</w:t>
      </w:r>
    </w:p>
    <w:p w:rsidR="000858EC" w:rsidRPr="000858EC" w:rsidRDefault="000858EC" w:rsidP="00A00F4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00F47" w:rsidRDefault="00A00F47" w:rsidP="00AF7115">
      <w:pPr>
        <w:spacing w:line="600" w:lineRule="exact"/>
      </w:pPr>
      <w:r>
        <w:rPr>
          <w:rFonts w:hint="eastAsia"/>
        </w:rPr>
        <w:t>各相关</w:t>
      </w:r>
      <w:r w:rsidR="000858EC">
        <w:rPr>
          <w:rFonts w:hint="eastAsia"/>
        </w:rPr>
        <w:t>单位</w:t>
      </w:r>
      <w:r>
        <w:rPr>
          <w:rFonts w:hint="eastAsia"/>
        </w:rPr>
        <w:t>：</w:t>
      </w:r>
    </w:p>
    <w:p w:rsidR="009C02F9" w:rsidRDefault="00A00F47" w:rsidP="00AF7115">
      <w:pPr>
        <w:spacing w:line="600" w:lineRule="exact"/>
        <w:ind w:firstLineChars="200" w:firstLine="632"/>
      </w:pPr>
      <w:r>
        <w:rPr>
          <w:rFonts w:hint="eastAsia"/>
        </w:rPr>
        <w:t>根据</w:t>
      </w:r>
      <w:r w:rsidR="00AA6DB0">
        <w:rPr>
          <w:rFonts w:hint="eastAsia"/>
        </w:rPr>
        <w:t>合肥市</w:t>
      </w:r>
      <w:r w:rsidR="00F62020">
        <w:rPr>
          <w:rFonts w:hint="eastAsia"/>
        </w:rPr>
        <w:t>发展改革委有关要求，现将</w:t>
      </w:r>
      <w:r>
        <w:rPr>
          <w:rFonts w:hint="eastAsia"/>
        </w:rPr>
        <w:t>《</w:t>
      </w:r>
      <w:r w:rsidR="00AA6DB0" w:rsidRPr="00AA6DB0">
        <w:rPr>
          <w:rFonts w:hint="eastAsia"/>
        </w:rPr>
        <w:t>关于组织开展</w:t>
      </w:r>
      <w:r w:rsidR="00AA6DB0" w:rsidRPr="00AA6DB0">
        <w:rPr>
          <w:rFonts w:hint="eastAsia"/>
        </w:rPr>
        <w:t>2023</w:t>
      </w:r>
      <w:r w:rsidR="00AA6DB0" w:rsidRPr="00AA6DB0">
        <w:rPr>
          <w:rFonts w:hint="eastAsia"/>
        </w:rPr>
        <w:t>年享受税收优惠政策的集成电路企业或项目、软件企业清单申请工作的通知</w:t>
      </w:r>
      <w:r>
        <w:rPr>
          <w:rFonts w:hint="eastAsia"/>
        </w:rPr>
        <w:t>》</w:t>
      </w:r>
      <w:r w:rsidR="00F62020">
        <w:rPr>
          <w:rFonts w:hint="eastAsia"/>
        </w:rPr>
        <w:t>转发给你们</w:t>
      </w:r>
      <w:r w:rsidR="000858EC">
        <w:rPr>
          <w:rFonts w:hint="eastAsia"/>
        </w:rPr>
        <w:t>。</w:t>
      </w:r>
      <w:r w:rsidR="009C02F9">
        <w:rPr>
          <w:rFonts w:hint="eastAsia"/>
        </w:rPr>
        <w:t>请对照通知要求</w:t>
      </w:r>
      <w:r w:rsidR="00AA6DB0">
        <w:rPr>
          <w:rFonts w:hint="eastAsia"/>
        </w:rPr>
        <w:t>明确清单范围</w:t>
      </w:r>
      <w:r w:rsidR="009C02F9">
        <w:rPr>
          <w:rFonts w:hint="eastAsia"/>
        </w:rPr>
        <w:t>并及时报送相关材料：</w:t>
      </w:r>
    </w:p>
    <w:p w:rsidR="006C6D18" w:rsidRDefault="001070F1" w:rsidP="00B90609">
      <w:pPr>
        <w:autoSpaceDE w:val="0"/>
        <w:autoSpaceDN w:val="0"/>
        <w:adjustRightInd w:val="0"/>
        <w:ind w:firstLineChars="200" w:firstLine="632"/>
      </w:pPr>
      <w:r>
        <w:rPr>
          <w:rFonts w:hint="eastAsia"/>
        </w:rPr>
        <w:t>请</w:t>
      </w:r>
      <w:r w:rsidR="00547588">
        <w:rPr>
          <w:rFonts w:hint="eastAsia"/>
        </w:rPr>
        <w:t>相关</w:t>
      </w:r>
      <w:r w:rsidRPr="001070F1">
        <w:rPr>
          <w:rFonts w:hint="eastAsia"/>
        </w:rPr>
        <w:t>企业</w:t>
      </w:r>
      <w:r>
        <w:rPr>
          <w:rFonts w:hint="eastAsia"/>
        </w:rPr>
        <w:t>于</w:t>
      </w:r>
      <w:r w:rsidRPr="001070F1">
        <w:rPr>
          <w:rFonts w:hint="eastAsia"/>
        </w:rPr>
        <w:t>4</w:t>
      </w:r>
      <w:r w:rsidRPr="001070F1">
        <w:rPr>
          <w:rFonts w:hint="eastAsia"/>
        </w:rPr>
        <w:t>月</w:t>
      </w:r>
      <w:r w:rsidRPr="001070F1">
        <w:rPr>
          <w:rFonts w:hint="eastAsia"/>
        </w:rPr>
        <w:t>11</w:t>
      </w:r>
      <w:r w:rsidRPr="001070F1">
        <w:rPr>
          <w:rFonts w:hint="eastAsia"/>
        </w:rPr>
        <w:t>日之前</w:t>
      </w:r>
      <w:r>
        <w:rPr>
          <w:rFonts w:hint="eastAsia"/>
        </w:rPr>
        <w:t>将电子</w:t>
      </w:r>
      <w:r w:rsidR="00547588">
        <w:rPr>
          <w:rFonts w:hint="eastAsia"/>
        </w:rPr>
        <w:t>版</w:t>
      </w:r>
      <w:r>
        <w:rPr>
          <w:rFonts w:hint="eastAsia"/>
        </w:rPr>
        <w:t>材料</w:t>
      </w:r>
      <w:r w:rsidRPr="001070F1">
        <w:rPr>
          <w:rFonts w:hint="eastAsia"/>
        </w:rPr>
        <w:t>提交至</w:t>
      </w:r>
      <w:r w:rsidR="00547588">
        <w:rPr>
          <w:rFonts w:hint="eastAsia"/>
        </w:rPr>
        <w:t>国家发展改革委</w:t>
      </w:r>
      <w:r w:rsidRPr="001070F1">
        <w:rPr>
          <w:rFonts w:hint="eastAsia"/>
        </w:rPr>
        <w:t>互联网统一认证平台（</w:t>
      </w:r>
      <w:r w:rsidRPr="001070F1">
        <w:rPr>
          <w:rFonts w:hint="eastAsia"/>
        </w:rPr>
        <w:t>https://yyglxxbs.ndrc.gov.cn/xxbs-front/</w:t>
      </w:r>
      <w:r w:rsidRPr="001070F1">
        <w:rPr>
          <w:rFonts w:hint="eastAsia"/>
        </w:rPr>
        <w:t>）</w:t>
      </w:r>
      <w:r>
        <w:rPr>
          <w:rFonts w:hint="eastAsia"/>
        </w:rPr>
        <w:t>，纸质版材料（</w:t>
      </w:r>
      <w:r w:rsidR="00547588">
        <w:rPr>
          <w:rFonts w:hint="eastAsia"/>
        </w:rPr>
        <w:t>申请材料、国家发展改革委</w:t>
      </w:r>
      <w:r w:rsidRPr="001070F1">
        <w:rPr>
          <w:rFonts w:hint="eastAsia"/>
        </w:rPr>
        <w:t>互联网统一认证平台导出的</w:t>
      </w:r>
      <w:r w:rsidR="003D0D1C" w:rsidRPr="003D0D1C">
        <w:rPr>
          <w:rFonts w:hint="eastAsia"/>
        </w:rPr>
        <w:t>企业申请表</w:t>
      </w:r>
      <w:r w:rsidR="003D0D1C">
        <w:rPr>
          <w:rFonts w:hint="eastAsia"/>
        </w:rPr>
        <w:t>（</w:t>
      </w:r>
      <w:r w:rsidR="003D0D1C" w:rsidRPr="003D0D1C">
        <w:rPr>
          <w:rFonts w:hint="eastAsia"/>
        </w:rPr>
        <w:t>加盖企业公章</w:t>
      </w:r>
      <w:r w:rsidR="003D0D1C">
        <w:rPr>
          <w:rFonts w:hint="eastAsia"/>
        </w:rPr>
        <w:t>）</w:t>
      </w:r>
      <w:r w:rsidRPr="001070F1">
        <w:rPr>
          <w:rFonts w:hint="eastAsia"/>
        </w:rPr>
        <w:t>、</w:t>
      </w:r>
      <w:r w:rsidR="00547588" w:rsidRPr="00547588">
        <w:rPr>
          <w:rFonts w:hint="eastAsia"/>
        </w:rPr>
        <w:t>享受《若干政策》的集成电路生产企业名单（</w:t>
      </w:r>
      <w:r w:rsidR="00547588" w:rsidRPr="00547588">
        <w:rPr>
          <w:rFonts w:hint="eastAsia"/>
        </w:rPr>
        <w:t>6</w:t>
      </w:r>
      <w:r w:rsidR="00547588" w:rsidRPr="00547588">
        <w:rPr>
          <w:rFonts w:hint="eastAsia"/>
        </w:rPr>
        <w:t>个表）</w:t>
      </w:r>
      <w:r>
        <w:rPr>
          <w:rFonts w:hint="eastAsia"/>
        </w:rPr>
        <w:t>）</w:t>
      </w:r>
      <w:r w:rsidR="003E5E09">
        <w:rPr>
          <w:rFonts w:hint="eastAsia"/>
        </w:rPr>
        <w:t>均</w:t>
      </w:r>
      <w:r>
        <w:rPr>
          <w:rFonts w:hint="eastAsia"/>
        </w:rPr>
        <w:t>一式四份，</w:t>
      </w:r>
      <w:r w:rsidR="00E20EED" w:rsidRPr="00E20EED">
        <w:rPr>
          <w:rFonts w:hint="eastAsia"/>
        </w:rPr>
        <w:t>同时电子版通过</w:t>
      </w:r>
      <w:r w:rsidR="00E20EED" w:rsidRPr="00E20EED">
        <w:rPr>
          <w:rFonts w:hint="eastAsia"/>
        </w:rPr>
        <w:t>U</w:t>
      </w:r>
      <w:r w:rsidR="00E20EED" w:rsidRPr="00E20EED">
        <w:rPr>
          <w:rFonts w:hint="eastAsia"/>
        </w:rPr>
        <w:t>盘拷贝</w:t>
      </w:r>
      <w:r w:rsidR="00E20EED">
        <w:rPr>
          <w:rFonts w:hint="eastAsia"/>
        </w:rPr>
        <w:t>提交</w:t>
      </w:r>
      <w:bookmarkStart w:id="0" w:name="_GoBack"/>
      <w:bookmarkEnd w:id="0"/>
      <w:r w:rsidR="003D0D1C">
        <w:rPr>
          <w:rFonts w:hint="eastAsia"/>
        </w:rPr>
        <w:t>。</w:t>
      </w:r>
      <w:r w:rsidR="00980843">
        <w:rPr>
          <w:rFonts w:hint="eastAsia"/>
        </w:rPr>
        <w:t>以上材料请于</w:t>
      </w:r>
      <w:r w:rsidR="00980843">
        <w:rPr>
          <w:rFonts w:hint="eastAsia"/>
        </w:rPr>
        <w:t>4</w:t>
      </w:r>
      <w:r w:rsidR="00980843">
        <w:rPr>
          <w:rFonts w:hint="eastAsia"/>
        </w:rPr>
        <w:t>月</w:t>
      </w:r>
      <w:r w:rsidR="00980843">
        <w:rPr>
          <w:rFonts w:hint="eastAsia"/>
        </w:rPr>
        <w:t>1</w:t>
      </w:r>
      <w:r w:rsidR="00980843">
        <w:t>3</w:t>
      </w:r>
      <w:r w:rsidR="00980843">
        <w:rPr>
          <w:rFonts w:hint="eastAsia"/>
        </w:rPr>
        <w:t>日（周四）下班前提交至</w:t>
      </w:r>
      <w:r w:rsidR="00547588">
        <w:rPr>
          <w:rFonts w:hint="eastAsia"/>
        </w:rPr>
        <w:t>区</w:t>
      </w:r>
      <w:r>
        <w:rPr>
          <w:rFonts w:hint="eastAsia"/>
        </w:rPr>
        <w:t>经济发展局</w:t>
      </w:r>
      <w:r w:rsidR="00547588">
        <w:rPr>
          <w:rFonts w:hint="eastAsia"/>
        </w:rPr>
        <w:t>。</w:t>
      </w:r>
    </w:p>
    <w:p w:rsidR="00980843" w:rsidRPr="00547588" w:rsidRDefault="00980843" w:rsidP="001446F4">
      <w:pPr>
        <w:spacing w:line="600" w:lineRule="exact"/>
        <w:ind w:firstLineChars="200" w:firstLine="632"/>
      </w:pPr>
    </w:p>
    <w:p w:rsidR="001070F1" w:rsidRDefault="00A00F47" w:rsidP="001446F4">
      <w:pPr>
        <w:spacing w:line="600" w:lineRule="exact"/>
        <w:ind w:firstLineChars="200" w:firstLine="632"/>
      </w:pPr>
      <w:r>
        <w:rPr>
          <w:rFonts w:hint="eastAsia"/>
        </w:rPr>
        <w:t>联系人：</w:t>
      </w:r>
      <w:r w:rsidR="001070F1" w:rsidRPr="001070F1">
        <w:rPr>
          <w:rFonts w:hint="eastAsia"/>
        </w:rPr>
        <w:t>汪贵霞，</w:t>
      </w:r>
      <w:r w:rsidR="001070F1">
        <w:rPr>
          <w:rFonts w:hint="eastAsia"/>
        </w:rPr>
        <w:t xml:space="preserve"> </w:t>
      </w:r>
      <w:r w:rsidR="001070F1">
        <w:rPr>
          <w:rFonts w:hint="eastAsia"/>
        </w:rPr>
        <w:t>联系电话：</w:t>
      </w:r>
      <w:r w:rsidR="001070F1" w:rsidRPr="001070F1">
        <w:rPr>
          <w:rFonts w:hint="eastAsia"/>
        </w:rPr>
        <w:t>63679325</w:t>
      </w:r>
      <w:r w:rsidR="001070F1" w:rsidRPr="001070F1">
        <w:rPr>
          <w:rFonts w:hint="eastAsia"/>
        </w:rPr>
        <w:t>；</w:t>
      </w:r>
    </w:p>
    <w:p w:rsidR="001446F4" w:rsidRPr="001446F4" w:rsidRDefault="001070F1" w:rsidP="001070F1">
      <w:pPr>
        <w:spacing w:line="600" w:lineRule="exact"/>
        <w:ind w:firstLineChars="600" w:firstLine="1895"/>
      </w:pPr>
      <w:r w:rsidRPr="001070F1">
        <w:rPr>
          <w:rFonts w:hint="eastAsia"/>
        </w:rPr>
        <w:t>荣黎明，</w:t>
      </w:r>
      <w:r>
        <w:rPr>
          <w:rFonts w:hint="eastAsia"/>
        </w:rPr>
        <w:t xml:space="preserve"> </w:t>
      </w:r>
      <w:r>
        <w:rPr>
          <w:rFonts w:hint="eastAsia"/>
        </w:rPr>
        <w:t>联系电话：</w:t>
      </w:r>
      <w:r w:rsidRPr="001070F1">
        <w:rPr>
          <w:rFonts w:hint="eastAsia"/>
        </w:rPr>
        <w:t>63886102</w:t>
      </w:r>
    </w:p>
    <w:p w:rsidR="006C6D18" w:rsidRDefault="003A3803" w:rsidP="00AF7115">
      <w:pPr>
        <w:spacing w:line="600" w:lineRule="exact"/>
      </w:pPr>
      <w:r>
        <w:rPr>
          <w:rFonts w:hint="eastAsia"/>
        </w:rPr>
        <w:t xml:space="preserve"> </w:t>
      </w:r>
      <w:r>
        <w:t xml:space="preserve">      </w:t>
      </w:r>
    </w:p>
    <w:p w:rsidR="00673D97" w:rsidRDefault="003A3803" w:rsidP="006C6D18">
      <w:pPr>
        <w:spacing w:line="600" w:lineRule="exact"/>
        <w:ind w:firstLineChars="200" w:firstLine="632"/>
      </w:pPr>
      <w:r>
        <w:t xml:space="preserve"> </w:t>
      </w:r>
      <w:r>
        <w:rPr>
          <w:rFonts w:hint="eastAsia"/>
        </w:rPr>
        <w:t>附件：</w:t>
      </w:r>
      <w:r w:rsidR="001070F1" w:rsidRPr="00AA6DB0">
        <w:rPr>
          <w:rFonts w:hint="eastAsia"/>
        </w:rPr>
        <w:t>关于组织开展</w:t>
      </w:r>
      <w:r w:rsidR="001070F1" w:rsidRPr="00AA6DB0">
        <w:rPr>
          <w:rFonts w:hint="eastAsia"/>
        </w:rPr>
        <w:t>2023</w:t>
      </w:r>
      <w:r w:rsidR="001070F1" w:rsidRPr="00AA6DB0">
        <w:rPr>
          <w:rFonts w:hint="eastAsia"/>
        </w:rPr>
        <w:t>年享受税收优惠政策的集成电路</w:t>
      </w:r>
      <w:r w:rsidR="001070F1" w:rsidRPr="00AA6DB0">
        <w:rPr>
          <w:rFonts w:hint="eastAsia"/>
        </w:rPr>
        <w:lastRenderedPageBreak/>
        <w:t>企业或项目、软件企业清单申请工作的通知</w:t>
      </w:r>
      <w:r w:rsidR="000858EC" w:rsidRPr="000858EC">
        <w:cr/>
      </w:r>
    </w:p>
    <w:p w:rsidR="003A3803" w:rsidRDefault="003A3803" w:rsidP="00AF7115">
      <w:pPr>
        <w:spacing w:line="600" w:lineRule="exact"/>
      </w:pPr>
    </w:p>
    <w:p w:rsidR="00B216BC" w:rsidRDefault="00B216BC" w:rsidP="00AF7115">
      <w:pPr>
        <w:spacing w:line="600" w:lineRule="exact"/>
      </w:pPr>
      <w:r>
        <w:rPr>
          <w:rFonts w:hint="eastAsia"/>
        </w:rPr>
        <w:t xml:space="preserve"> </w:t>
      </w:r>
      <w:r>
        <w:t xml:space="preserve">                                        </w:t>
      </w:r>
      <w:r w:rsidR="001A70AC">
        <w:t xml:space="preserve"> </w:t>
      </w:r>
      <w:r w:rsidR="001A70AC">
        <w:rPr>
          <w:rFonts w:hint="eastAsia"/>
        </w:rPr>
        <w:t>合肥</w:t>
      </w:r>
      <w:r>
        <w:rPr>
          <w:rFonts w:hint="eastAsia"/>
        </w:rPr>
        <w:t>经济技术开发区经济发展局</w:t>
      </w:r>
    </w:p>
    <w:p w:rsidR="00B216BC" w:rsidRPr="00673D97" w:rsidRDefault="00B216BC" w:rsidP="00AF7115">
      <w:pPr>
        <w:spacing w:line="600" w:lineRule="exact"/>
      </w:pPr>
      <w:r>
        <w:rPr>
          <w:rFonts w:hint="eastAsia"/>
        </w:rPr>
        <w:t xml:space="preserve"> </w:t>
      </w:r>
      <w:r>
        <w:t xml:space="preserve">                                                      202</w:t>
      </w:r>
      <w:r w:rsidR="009C02F9">
        <w:t>3</w:t>
      </w:r>
      <w:r>
        <w:rPr>
          <w:rFonts w:hint="eastAsia"/>
        </w:rPr>
        <w:t>年</w:t>
      </w:r>
      <w:r w:rsidR="009C02F9">
        <w:t>4</w:t>
      </w:r>
      <w:r>
        <w:rPr>
          <w:rFonts w:hint="eastAsia"/>
        </w:rPr>
        <w:t>月</w:t>
      </w:r>
      <w:r w:rsidR="00547588">
        <w:t>7</w:t>
      </w:r>
      <w:r>
        <w:rPr>
          <w:rFonts w:hint="eastAsia"/>
        </w:rPr>
        <w:t>日</w:t>
      </w:r>
    </w:p>
    <w:sectPr w:rsidR="00B216BC" w:rsidRPr="00673D97" w:rsidSect="00183BE3">
      <w:pgSz w:w="11906" w:h="16838" w:code="9"/>
      <w:pgMar w:top="1928" w:right="1474" w:bottom="1814" w:left="1588" w:header="851" w:footer="992" w:gutter="0"/>
      <w:cols w:space="425"/>
      <w:docGrid w:type="linesAndChars" w:linePitch="595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E37" w:rsidRDefault="00754E37" w:rsidP="003D43F5">
      <w:r>
        <w:separator/>
      </w:r>
    </w:p>
  </w:endnote>
  <w:endnote w:type="continuationSeparator" w:id="0">
    <w:p w:rsidR="00754E37" w:rsidRDefault="00754E37" w:rsidP="003D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E37" w:rsidRDefault="00754E37" w:rsidP="003D43F5">
      <w:r>
        <w:separator/>
      </w:r>
    </w:p>
  </w:footnote>
  <w:footnote w:type="continuationSeparator" w:id="0">
    <w:p w:rsidR="00754E37" w:rsidRDefault="00754E37" w:rsidP="003D4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HorizontalSpacing w:val="158"/>
  <w:drawingGridVerticalSpacing w:val="5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254"/>
    <w:rsid w:val="00024D30"/>
    <w:rsid w:val="00040407"/>
    <w:rsid w:val="000858EC"/>
    <w:rsid w:val="000E3095"/>
    <w:rsid w:val="001070F1"/>
    <w:rsid w:val="001426DE"/>
    <w:rsid w:val="001446F4"/>
    <w:rsid w:val="001463B9"/>
    <w:rsid w:val="00146728"/>
    <w:rsid w:val="00160543"/>
    <w:rsid w:val="00183BE3"/>
    <w:rsid w:val="001A70AC"/>
    <w:rsid w:val="002321F7"/>
    <w:rsid w:val="00247463"/>
    <w:rsid w:val="002C0836"/>
    <w:rsid w:val="002E2B5C"/>
    <w:rsid w:val="003251C7"/>
    <w:rsid w:val="00333FB7"/>
    <w:rsid w:val="003A3803"/>
    <w:rsid w:val="003D0D1C"/>
    <w:rsid w:val="003D43F5"/>
    <w:rsid w:val="003E5E09"/>
    <w:rsid w:val="003E5F09"/>
    <w:rsid w:val="003E6401"/>
    <w:rsid w:val="0047290F"/>
    <w:rsid w:val="004C3E74"/>
    <w:rsid w:val="004D3036"/>
    <w:rsid w:val="004D44AC"/>
    <w:rsid w:val="00547588"/>
    <w:rsid w:val="00577ACF"/>
    <w:rsid w:val="00666EB5"/>
    <w:rsid w:val="00673D97"/>
    <w:rsid w:val="006C2837"/>
    <w:rsid w:val="006C6D18"/>
    <w:rsid w:val="00754980"/>
    <w:rsid w:val="00754E37"/>
    <w:rsid w:val="00780753"/>
    <w:rsid w:val="007B0C28"/>
    <w:rsid w:val="007D1536"/>
    <w:rsid w:val="00816AF1"/>
    <w:rsid w:val="008217F8"/>
    <w:rsid w:val="008320E7"/>
    <w:rsid w:val="00842C6A"/>
    <w:rsid w:val="0089435D"/>
    <w:rsid w:val="008C4DC5"/>
    <w:rsid w:val="008D54AC"/>
    <w:rsid w:val="0091780E"/>
    <w:rsid w:val="009257FD"/>
    <w:rsid w:val="00980843"/>
    <w:rsid w:val="009913F2"/>
    <w:rsid w:val="009C02F9"/>
    <w:rsid w:val="009C1752"/>
    <w:rsid w:val="00A00F47"/>
    <w:rsid w:val="00A063C6"/>
    <w:rsid w:val="00A14321"/>
    <w:rsid w:val="00A30ECE"/>
    <w:rsid w:val="00A95254"/>
    <w:rsid w:val="00AA6DB0"/>
    <w:rsid w:val="00AB0D60"/>
    <w:rsid w:val="00AF7115"/>
    <w:rsid w:val="00B216BC"/>
    <w:rsid w:val="00B851FD"/>
    <w:rsid w:val="00B90609"/>
    <w:rsid w:val="00BC4AEB"/>
    <w:rsid w:val="00CC5F87"/>
    <w:rsid w:val="00CE469C"/>
    <w:rsid w:val="00CF4DCE"/>
    <w:rsid w:val="00D00A46"/>
    <w:rsid w:val="00D1018D"/>
    <w:rsid w:val="00D15077"/>
    <w:rsid w:val="00D45E59"/>
    <w:rsid w:val="00DF58C2"/>
    <w:rsid w:val="00E20EED"/>
    <w:rsid w:val="00E56A22"/>
    <w:rsid w:val="00E56D9B"/>
    <w:rsid w:val="00E60FF6"/>
    <w:rsid w:val="00E85A68"/>
    <w:rsid w:val="00F43DF9"/>
    <w:rsid w:val="00F62020"/>
    <w:rsid w:val="00FA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C8A644-BCF6-44BC-A8EB-F344CE85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E3"/>
    <w:pPr>
      <w:widowControl w:val="0"/>
      <w:jc w:val="both"/>
    </w:pPr>
    <w:rPr>
      <w:rFonts w:ascii="Times New Roman" w:eastAsia="仿宋" w:hAnsi="Times New Roman"/>
      <w:sz w:val="32"/>
    </w:rPr>
  </w:style>
  <w:style w:type="paragraph" w:styleId="1">
    <w:name w:val="heading 1"/>
    <w:basedOn w:val="a"/>
    <w:link w:val="10"/>
    <w:uiPriority w:val="9"/>
    <w:qFormat/>
    <w:rsid w:val="00A00F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43F5"/>
    <w:rPr>
      <w:rFonts w:ascii="Times New Roman" w:eastAsia="仿宋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4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43F5"/>
    <w:rPr>
      <w:rFonts w:ascii="Times New Roman" w:eastAsia="仿宋" w:hAnsi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B216B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C5F87"/>
    <w:rPr>
      <w:color w:val="954F72" w:themeColor="followedHyperlink"/>
      <w:u w:val="single"/>
    </w:rPr>
  </w:style>
  <w:style w:type="character" w:customStyle="1" w:styleId="10">
    <w:name w:val="标题 1 字符"/>
    <w:basedOn w:val="a0"/>
    <w:link w:val="1"/>
    <w:uiPriority w:val="9"/>
    <w:rsid w:val="00A00F47"/>
    <w:rPr>
      <w:rFonts w:ascii="宋体" w:eastAsia="宋体" w:hAnsi="宋体" w:cs="宋体"/>
      <w:b/>
      <w:bCs/>
      <w:kern w:val="36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0858E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858EC"/>
    <w:rPr>
      <w:rFonts w:ascii="Times New Roman" w:eastAsia="仿宋" w:hAnsi="Times New Roman"/>
      <w:sz w:val="18"/>
      <w:szCs w:val="18"/>
    </w:rPr>
  </w:style>
  <w:style w:type="paragraph" w:styleId="ab">
    <w:name w:val="List Paragraph"/>
    <w:basedOn w:val="a"/>
    <w:uiPriority w:val="34"/>
    <w:qFormat/>
    <w:rsid w:val="009C02F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8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0826;&#25919;&#26426;&#20851;&#20844;&#25991;&#39029;&#38754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党政机关公文页面模板.dotx</Template>
  <TotalTime>14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2023-04-07T08:06:00Z</dcterms:created>
  <dcterms:modified xsi:type="dcterms:W3CDTF">2023-04-07T08:24:00Z</dcterms:modified>
</cp:coreProperties>
</file>